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4E0BC8" w:rsidRPr="004E0BC8" w:rsidRDefault="00CE6B64" w:rsidP="00D17BB7">
            <w:pPr>
              <w:spacing w:after="0" w:line="240" w:lineRule="auto"/>
              <w:rPr>
                <w:rFonts w:asciiTheme="majorHAnsi" w:hAnsiTheme="majorHAnsi" w:cs="Arial"/>
                <w:b/>
                <w:bCs/>
                <w:caps/>
              </w:rPr>
            </w:pPr>
            <w:r>
              <w:rPr>
                <w:rFonts w:asciiTheme="majorHAnsi" w:hAnsiTheme="majorHAnsi" w:cs="Arial"/>
                <w:b/>
                <w:color w:val="001636"/>
              </w:rPr>
              <w:t>PRO</w:t>
            </w:r>
            <w:r w:rsidR="00D17BB7">
              <w:rPr>
                <w:rFonts w:asciiTheme="majorHAnsi" w:hAnsiTheme="majorHAnsi" w:cs="Arial"/>
                <w:b/>
                <w:color w:val="001636"/>
              </w:rPr>
              <w:t>1741KM028-031ML041-044</w:t>
            </w:r>
            <w:r w:rsidR="00FF1092">
              <w:rPr>
                <w:rFonts w:asciiTheme="majorHAnsi" w:hAnsiTheme="majorHAnsi" w:cs="Arial"/>
                <w:b/>
                <w:color w:val="001636"/>
              </w:rPr>
              <w:t>_</w:t>
            </w:r>
            <w:r w:rsidR="00D17BB7">
              <w:rPr>
                <w:rFonts w:asciiTheme="majorHAnsi" w:hAnsiTheme="majorHAnsi" w:cs="Arial"/>
                <w:b/>
                <w:color w:val="001636"/>
              </w:rPr>
              <w:t>přejezdy</w:t>
            </w:r>
          </w:p>
        </w:tc>
      </w:tr>
      <w:tr w:rsidR="00A6371A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A6371A" w:rsidRPr="00DC4D2E" w:rsidRDefault="00A6371A" w:rsidP="008531A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A6371A" w:rsidRPr="00DC4D2E" w:rsidRDefault="00D17BB7" w:rsidP="00D17BB7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TÚ 1741 km 28,302</w:t>
            </w:r>
            <w:r w:rsidR="00A6371A" w:rsidRPr="00A6371A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 w:rsidR="00FF1092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–</w:t>
            </w:r>
            <w:r w:rsidR="00A6371A" w:rsidRPr="00A6371A"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sz w:val="16"/>
                <w:szCs w:val="16"/>
                <w:lang w:eastAsia="cs-CZ"/>
              </w:rPr>
              <w:t>30,414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Vyhotove</w:t>
            </w:r>
            <w:r w:rsidR="00CE6B64">
              <w:rPr>
                <w:rFonts w:asciiTheme="majorHAnsi" w:eastAsia="Times New Roman" w:hAnsiTheme="majorHAnsi" w:cs="Arial"/>
                <w:lang w:eastAsia="cs-CZ"/>
              </w:rPr>
              <w:t xml:space="preserve">ní podkladu pro projekt stavby </w:t>
            </w:r>
            <w:r w:rsidR="00CE6B64" w:rsidRPr="00CE6B64">
              <w:rPr>
                <w:rFonts w:asciiTheme="majorHAnsi" w:hAnsiTheme="majorHAnsi" w:cs="Arial"/>
                <w:color w:val="001636"/>
              </w:rPr>
              <w:t>"Modernizace ŽST Rakovník"</w:t>
            </w:r>
            <w:r w:rsidR="00CE6B64"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</w:p>
          <w:p w:rsidR="00C4657B" w:rsidRPr="00DC4D2E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Dlážděná 1003/7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110 00 Praha 1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Pr="00DC4D2E" w:rsidRDefault="00C4657B" w:rsidP="0009327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Číslo zakázky: </w:t>
            </w:r>
            <w:r w:rsidR="00D17BB7">
              <w:rPr>
                <w:rFonts w:ascii="Arial" w:hAnsi="Arial" w:cs="Arial"/>
                <w:color w:val="001636"/>
              </w:rPr>
              <w:t>G730Z7290060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  <w:t>Správa železniční geodézie Praha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Václavkova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169/1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160 00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 6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ČSN 01 3410, ČSN 01 3411, TNZ 01 3412, SŽDC/M20, Zákon č. 200/1994 Sb., Vyhl. ČÚZK č.31/1995 Sb., ČSN 73 0415, ČSN ISO 4463-2, Směrnice GŘ SŽDC č.11/2006, TKP staveb státních drah, Metodický pokyn SŽDC M20/MP005 pro tvorbu prostorových dat pro mapy velkého měřítka, Metodický pokyn SŽDC M20/MP006 Opatření k zaměřování objektů železniční dopravní cesty, Metodický pokyn SŽDC M20/MP010 Účelová železniční mapa velkého měřítka, Směrnice SŽDC č. 117 o předávání digitální dokumentace z investiční výstavby SŽDC.</w:t>
            </w:r>
          </w:p>
          <w:p w:rsidR="00C4657B" w:rsidRPr="00DC4D2E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Platná mapa KN. Žel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mapov</w:t>
            </w:r>
            <w:r w:rsidR="0072528D">
              <w:rPr>
                <w:rFonts w:asciiTheme="majorHAnsi" w:eastAsia="Times New Roman" w:hAnsiTheme="majorHAnsi" w:cs="Arial"/>
                <w:lang w:eastAsia="cs-CZ"/>
              </w:rPr>
              <w:t>é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podklady z archivu SŽG Praha:</w:t>
            </w:r>
          </w:p>
          <w:p w:rsidR="00C4657B" w:rsidRDefault="00C4657B" w:rsidP="00D17BB7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</w:rPr>
            </w:pPr>
            <w:r w:rsidRPr="00034A5C">
              <w:rPr>
                <w:rFonts w:asciiTheme="majorHAnsi" w:hAnsiTheme="majorHAnsi" w:cs="Arial"/>
              </w:rPr>
              <w:t>„</w:t>
            </w:r>
            <w:r w:rsidR="00D17BB7" w:rsidRPr="00D17BB7">
              <w:rPr>
                <w:rFonts w:asciiTheme="majorHAnsi" w:hAnsiTheme="majorHAnsi" w:cs="Arial"/>
              </w:rPr>
              <w:t>TU1741_KM000-KM038</w:t>
            </w:r>
            <w:r w:rsidRPr="00034A5C">
              <w:rPr>
                <w:rFonts w:asciiTheme="majorHAnsi" w:hAnsiTheme="majorHAnsi" w:cs="Arial"/>
              </w:rPr>
              <w:t>“ z roku 20</w:t>
            </w:r>
            <w:r w:rsidR="00D17BB7">
              <w:rPr>
                <w:rFonts w:asciiTheme="majorHAnsi" w:hAnsiTheme="majorHAnsi" w:cs="Arial"/>
              </w:rPr>
              <w:t>16</w:t>
            </w:r>
          </w:p>
          <w:p w:rsidR="00C4657B" w:rsidRPr="00DC4D2E" w:rsidRDefault="00C4657B" w:rsidP="00D17BB7">
            <w:pPr>
              <w:spacing w:after="0" w:line="240" w:lineRule="auto"/>
              <w:ind w:left="720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S-JSTK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C4657B" w:rsidRPr="00C4657B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Železniční bodové pole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bylo použito z archivu SŽG Praha a </w:t>
            </w: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vyhovuje TKP staveb státních drah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(viz příloha 2_Dokumentace ŽBP)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 zaměření: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E0BC8" w:rsidRDefault="00CE6B64" w:rsidP="00E81FA8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Září</w:t>
            </w:r>
            <w:r w:rsidR="00C4657B">
              <w:rPr>
                <w:rFonts w:asciiTheme="majorHAnsi" w:hAnsiTheme="majorHAnsi" w:cs="Arial"/>
              </w:rPr>
              <w:t xml:space="preserve"> 2020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Pr="00DC4D2E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1B59F3" w:rsidRDefault="001B59F3" w:rsidP="001B59F3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1B59F3">
              <w:rPr>
                <w:rFonts w:asciiTheme="majorHAnsi" w:hAnsiTheme="majorHAnsi" w:cs="Arial"/>
              </w:rPr>
              <w:t>MicroStation v.8 + nadstavba MGEO verze a předl</w:t>
            </w:r>
            <w:r w:rsidR="00412F26">
              <w:rPr>
                <w:rFonts w:asciiTheme="majorHAnsi" w:hAnsiTheme="majorHAnsi" w:cs="Arial"/>
              </w:rPr>
              <w:t xml:space="preserve">oha </w:t>
            </w:r>
            <w:r w:rsidR="00412F26" w:rsidRPr="00957F56">
              <w:rPr>
                <w:rFonts w:asciiTheme="majorHAnsi" w:hAnsiTheme="majorHAnsi" w:cs="Arial"/>
              </w:rPr>
              <w:t>20</w:t>
            </w:r>
            <w:r w:rsidRPr="00957F56">
              <w:rPr>
                <w:rFonts w:asciiTheme="majorHAnsi" w:hAnsiTheme="majorHAnsi" w:cs="Arial"/>
              </w:rPr>
              <w:t>.</w:t>
            </w:r>
            <w:r w:rsidR="00412F26" w:rsidRPr="00957F56">
              <w:rPr>
                <w:rFonts w:asciiTheme="majorHAnsi" w:hAnsiTheme="majorHAnsi" w:cs="Arial"/>
              </w:rPr>
              <w:t>0</w:t>
            </w:r>
            <w:r w:rsidR="005E32CE">
              <w:rPr>
                <w:rFonts w:asciiTheme="majorHAnsi" w:hAnsiTheme="majorHAnsi" w:cs="Arial"/>
              </w:rPr>
              <w:t>2</w:t>
            </w:r>
            <w:r w:rsidRPr="00957F56">
              <w:rPr>
                <w:rFonts w:asciiTheme="majorHAnsi" w:hAnsiTheme="majorHAnsi" w:cs="Arial"/>
              </w:rPr>
              <w:t>.</w:t>
            </w:r>
            <w:r w:rsidR="005E32CE">
              <w:rPr>
                <w:rFonts w:asciiTheme="majorHAnsi" w:hAnsiTheme="majorHAnsi" w:cs="Arial"/>
              </w:rPr>
              <w:t>04</w:t>
            </w:r>
            <w:r>
              <w:rPr>
                <w:rFonts w:asciiTheme="majorHAnsi" w:hAnsiTheme="majorHAnsi" w:cs="Arial"/>
              </w:rPr>
              <w:t>, ve formátu 3D.dgn</w:t>
            </w:r>
            <w:r>
              <w:rPr>
                <w:rFonts w:asciiTheme="majorHAnsi" w:hAnsiTheme="majorHAnsi" w:cs="Arial"/>
                <w:lang w:val="en-GB"/>
              </w:rPr>
              <w:t xml:space="preserve">; </w:t>
            </w:r>
            <w:r w:rsidRPr="001B59F3">
              <w:rPr>
                <w:rFonts w:asciiTheme="majorHAnsi" w:hAnsiTheme="majorHAnsi" w:cs="Arial"/>
              </w:rPr>
              <w:t>MS Word, MS Excel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0E2204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Grafické</w:t>
            </w:r>
            <w:r w:rsidR="004E0BC8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CE6B64" w:rsidP="0009327F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Věra Junková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8E3BD2" w:rsidRPr="008E3BD2" w:rsidRDefault="008E3BD2" w:rsidP="008E3BD2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>Úsek</w:t>
            </w:r>
            <w:r w:rsidR="00A6371A">
              <w:rPr>
                <w:rFonts w:asciiTheme="majorHAnsi" w:eastAsia="Times New Roman" w:hAnsiTheme="majorHAnsi" w:cs="Arial"/>
                <w:b/>
                <w:lang w:eastAsia="cs-CZ"/>
              </w:rPr>
              <w:t>y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 v rozsahu </w:t>
            </w:r>
            <w:r w:rsidR="0097142F" w:rsidRPr="008E3BD2">
              <w:rPr>
                <w:rFonts w:asciiTheme="majorHAnsi" w:eastAsia="Times New Roman" w:hAnsiTheme="majorHAnsi" w:cs="Arial"/>
                <w:b/>
                <w:lang w:eastAsia="cs-CZ"/>
              </w:rPr>
              <w:t>“</w:t>
            </w:r>
            <w:r w:rsidR="00A6371A">
              <w:rPr>
                <w:rFonts w:asciiTheme="majorHAnsi" w:eastAsia="Times New Roman" w:hAnsiTheme="majorHAnsi" w:cs="Arial"/>
                <w:b/>
                <w:lang w:eastAsia="cs-CZ"/>
              </w:rPr>
              <w:t>viz předmět měření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>“</w:t>
            </w:r>
            <w:r w:rsidR="0097142F">
              <w:rPr>
                <w:rFonts w:asciiTheme="majorHAnsi" w:eastAsia="Times New Roman" w:hAnsiTheme="majorHAnsi" w:cs="Arial"/>
                <w:b/>
                <w:lang w:eastAsia="cs-CZ"/>
              </w:rPr>
              <w:t xml:space="preserve"> 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: </w:t>
            </w:r>
          </w:p>
          <w:p w:rsidR="00D17BB7" w:rsidRDefault="008E3BD2" w:rsidP="00D17BB7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Dle Vyhl. ČUZK č.31/1995Sb. §13 odst. 2b) v platném znění byla posouzena úplnost, správnost a vhodnost </w:t>
            </w:r>
            <w:r w:rsidR="00917E75">
              <w:rPr>
                <w:rFonts w:asciiTheme="majorHAnsi" w:eastAsia="Times New Roman" w:hAnsiTheme="majorHAnsi" w:cs="Arial"/>
                <w:lang w:eastAsia="cs-CZ"/>
              </w:rPr>
              <w:t>g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eodetického podkladu: č.1) </w:t>
            </w:r>
            <w:r w:rsidR="0097142F" w:rsidRPr="0097142F">
              <w:rPr>
                <w:rFonts w:asciiTheme="majorHAnsi" w:eastAsia="Times New Roman" w:hAnsiTheme="majorHAnsi" w:cs="Arial"/>
                <w:lang w:eastAsia="cs-CZ"/>
              </w:rPr>
              <w:t>„</w:t>
            </w:r>
            <w:r w:rsidR="00D17BB7" w:rsidRPr="00D17BB7">
              <w:rPr>
                <w:rFonts w:asciiTheme="majorHAnsi" w:hAnsiTheme="majorHAnsi" w:cs="Arial"/>
              </w:rPr>
              <w:t>TU1741_KM000-KM038</w:t>
            </w:r>
            <w:r w:rsidR="00A63925">
              <w:rPr>
                <w:rFonts w:asciiTheme="majorHAnsi" w:eastAsia="Times New Roman" w:hAnsiTheme="majorHAnsi" w:cs="Arial"/>
                <w:lang w:eastAsia="cs-CZ"/>
              </w:rPr>
              <w:t xml:space="preserve">“ z 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>roku 201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, který ověřil UOZI c) Ing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 xml:space="preserve"> . Petra Dífková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, č.ov. 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>154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>16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ze dne 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>30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D17BB7">
              <w:rPr>
                <w:rFonts w:asciiTheme="majorHAnsi" w:eastAsia="Times New Roman" w:hAnsiTheme="majorHAnsi" w:cs="Arial"/>
                <w:lang w:eastAsia="cs-CZ"/>
              </w:rPr>
              <w:t>11.2016.</w:t>
            </w:r>
          </w:p>
          <w:p w:rsidR="008E3BD2" w:rsidRPr="00DC4D2E" w:rsidRDefault="00A6371A" w:rsidP="00D17BB7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A6371A">
              <w:rPr>
                <w:rFonts w:asciiTheme="majorHAnsi" w:eastAsia="Times New Roman" w:hAnsiTheme="majorHAnsi" w:cs="Arial"/>
                <w:lang w:eastAsia="cs-CZ"/>
              </w:rPr>
              <w:t>Zaměření bylo provedeno polární metodou dle uvedených předpisů a norem. Fyzikální redukce byly zavedeny při měření a matematické při výpočtu. Výsledky měření jsou zobrazeny pomocí programu MGEO ve formátu 3D.dgn a jsou v souladu se směrnicí SŽDC č. 117 o předávání digitální dokumentace SŽDC.</w:t>
            </w:r>
          </w:p>
        </w:tc>
      </w:tr>
    </w:tbl>
    <w:p w:rsidR="008E3BD2" w:rsidRPr="008E3BD2" w:rsidRDefault="0028425C" w:rsidP="0028425C">
      <w:pPr>
        <w:ind w:firstLine="708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Vyhotovená g</w:t>
      </w:r>
      <w:r w:rsidR="008E3BD2" w:rsidRPr="008E3BD2">
        <w:rPr>
          <w:rFonts w:asciiTheme="majorHAnsi" w:hAnsiTheme="majorHAnsi" w:cs="Arial"/>
          <w:b/>
        </w:rPr>
        <w:t>eodetická dokumentace I.6 splňuje TKP staveb státních drah.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BD619E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F67070" w:rsidRDefault="00F67070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Zobrazení vlastnické hranice dráhy: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F67070" w:rsidRDefault="00F67070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Default="008E3BD2" w:rsidP="00D17BB7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 xml:space="preserve">V k.ú. </w:t>
            </w:r>
            <w:r w:rsidR="00D17BB7">
              <w:rPr>
                <w:rFonts w:asciiTheme="majorHAnsi" w:hAnsiTheme="majorHAnsi" w:cs="Arial"/>
                <w:lang w:eastAsia="cs-CZ"/>
              </w:rPr>
              <w:t xml:space="preserve">Staňkovice u Uhlířských Janovic, Mirošovice u Rataj nad Sázavou </w:t>
            </w:r>
          </w:p>
          <w:p w:rsidR="00D17BB7" w:rsidRPr="008E3BD2" w:rsidRDefault="00D17BB7" w:rsidP="00D17BB7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 xml:space="preserve">a Rataj nad Sázavou </w:t>
            </w:r>
            <w:r w:rsidRPr="00D17BB7">
              <w:rPr>
                <w:rFonts w:asciiTheme="majorHAnsi" w:hAnsiTheme="majorHAnsi" w:cs="Arial"/>
                <w:lang w:eastAsia="cs-CZ"/>
              </w:rPr>
              <w:t>byla vlastnická hranice převzata z katastrální mapy digitalizované (KMD), která je v této lokalitě vedena převážně v kvalitě 5-8, tzn., že lomové body hranice mají základní střední souřadnicovou chybu 0,21-1,00 m. Vlastnická hranice dráhy byla umístěna jiným odborným způsobem dle bodu 16.27 přílohy katastrální vyhlášky 357/2013 Sb.</w:t>
            </w:r>
          </w:p>
        </w:tc>
      </w:tr>
      <w:tr w:rsidR="008E3BD2" w:rsidRPr="00397673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měření: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 xml:space="preserve">Osa koleje a prvky průjezdného průřezu jsou měřeny s přesností požadované ČSN 73 0420-2 vzhledem k sekundární síti GB (Geodetických bodů) Železničního bodového pole. Měřené podrobné body odpovídají býv. 2TP vzhledem ke státnímu bodovému poli. </w:t>
            </w:r>
            <w:r w:rsidRPr="008E3BD2">
              <w:rPr>
                <w:rFonts w:asciiTheme="majorHAnsi" w:hAnsiTheme="majorHAnsi" w:cs="Arial"/>
                <w:b/>
                <w:lang w:eastAsia="cs-CZ"/>
              </w:rPr>
              <w:t>Zaměření splňuje TKP staveb státních drah.</w:t>
            </w:r>
          </w:p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965199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Poznámka: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F67070" w:rsidRDefault="008E3BD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  <w:r w:rsidRPr="00F67070">
              <w:rPr>
                <w:rFonts w:asciiTheme="majorHAnsi" w:hAnsiTheme="majorHAnsi" w:cs="Arial"/>
                <w:b/>
                <w:lang w:eastAsia="cs-CZ"/>
              </w:rPr>
              <w:t>Ve výkresu jsou zobrazeny kamenné a plastové hraniční znaky a kamenné hranoly (obvykle žulové)  bodového pole ŽBP zaměřené dle skutečnosti v terénu, které jsou majetkem Správy železnic, státní organizace a je nutno je zachovat nepoškozené a na původním místě.</w:t>
            </w:r>
          </w:p>
        </w:tc>
      </w:tr>
    </w:tbl>
    <w:p w:rsidR="008E3BD2" w:rsidRDefault="008E3BD2" w:rsidP="00644CFA">
      <w:pPr>
        <w:spacing w:after="0" w:line="276" w:lineRule="auto"/>
        <w:rPr>
          <w:rStyle w:val="VrazncittChar"/>
        </w:rPr>
      </w:pP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DC4D2E" w:rsidTr="00B81974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</w:t>
            </w:r>
            <w:r w:rsidR="00F67070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I.6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01)  Technická zpráva *.pdf </w:t>
            </w:r>
            <w:r w:rsidRPr="00DC4D2E">
              <w:rPr>
                <w:rFonts w:asciiTheme="majorHAnsi" w:hAnsiTheme="majorHAnsi" w:cs="Arial"/>
                <w:lang w:eastAsia="cs-CZ"/>
              </w:rPr>
              <w:br/>
              <w:t>02)  Dokumentace ŽBP *.txt a *.pdf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03)  Přehled kl</w:t>
            </w:r>
            <w:r w:rsidR="004C2E83">
              <w:rPr>
                <w:rFonts w:asciiTheme="majorHAnsi" w:hAnsiTheme="majorHAnsi" w:cs="Arial"/>
                <w:lang w:eastAsia="cs-CZ"/>
              </w:rPr>
              <w:t xml:space="preserve">adu listů JŽM *.dgn 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                                                          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04)  Seznam souřadnic podrobných bodů *.txt </w:t>
            </w:r>
          </w:p>
          <w:p w:rsidR="008E3BD2" w:rsidRPr="00DC4D2E" w:rsidRDefault="004C2E83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 xml:space="preserve">05)  Výkres *.dgn </w:t>
            </w:r>
          </w:p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06)  Podklady z</w:t>
            </w:r>
            <w:r w:rsidR="00F67070">
              <w:rPr>
                <w:rFonts w:asciiTheme="majorHAnsi" w:hAnsiTheme="majorHAnsi" w:cs="Arial"/>
                <w:lang w:eastAsia="cs-CZ"/>
              </w:rPr>
              <w:t> </w:t>
            </w:r>
            <w:r w:rsidRPr="00DC4D2E">
              <w:rPr>
                <w:rFonts w:asciiTheme="majorHAnsi" w:hAnsiTheme="majorHAnsi" w:cs="Arial"/>
                <w:lang w:eastAsia="cs-CZ"/>
              </w:rPr>
              <w:t>KN</w:t>
            </w:r>
          </w:p>
          <w:p w:rsidR="00F67070" w:rsidRDefault="00F67070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</w:t>
            </w:r>
            <w:r>
              <w:rPr>
                <w:rFonts w:asciiTheme="majorHAnsi" w:hAnsiTheme="majorHAnsi" w:cs="Arial"/>
                <w:lang w:eastAsia="cs-CZ"/>
              </w:rPr>
              <w:t>7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)  </w:t>
            </w:r>
            <w:r w:rsidRPr="00F67070">
              <w:rPr>
                <w:rFonts w:asciiTheme="majorHAnsi" w:hAnsiTheme="majorHAnsi" w:cs="Arial"/>
                <w:lang w:eastAsia="cs-CZ"/>
              </w:rPr>
              <w:t>Projekt stávající osy koleje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F67070" w:rsidRDefault="00F67070" w:rsidP="00644CFA">
      <w:pPr>
        <w:spacing w:after="0" w:line="276" w:lineRule="auto"/>
        <w:rPr>
          <w:rStyle w:val="VrazncittChar"/>
        </w:rPr>
      </w:pPr>
    </w:p>
    <w:p w:rsidR="00F67070" w:rsidRPr="00F67070" w:rsidRDefault="00F67070" w:rsidP="00F67070">
      <w:pPr>
        <w:spacing w:before="240"/>
        <w:rPr>
          <w:rFonts w:asciiTheme="majorHAnsi" w:hAnsiTheme="majorHAnsi" w:cs="Arial"/>
          <w:b/>
          <w:bCs/>
          <w:sz w:val="16"/>
          <w:szCs w:val="16"/>
        </w:rPr>
      </w:pPr>
      <w:r w:rsidRPr="00F67070">
        <w:rPr>
          <w:rFonts w:asciiTheme="majorHAnsi" w:hAnsiTheme="majorHAnsi" w:cs="Arial"/>
          <w:b/>
          <w:bCs/>
          <w:sz w:val="16"/>
          <w:szCs w:val="16"/>
        </w:rPr>
        <w:t>Technickou zprávu zpracoval</w:t>
      </w:r>
      <w:r w:rsidR="00F00643">
        <w:rPr>
          <w:rFonts w:asciiTheme="majorHAnsi" w:hAnsiTheme="majorHAnsi" w:cs="Arial"/>
          <w:b/>
          <w:bCs/>
          <w:sz w:val="16"/>
          <w:szCs w:val="16"/>
        </w:rPr>
        <w:t>a</w:t>
      </w:r>
      <w:r w:rsidR="00ED36D7">
        <w:rPr>
          <w:rFonts w:asciiTheme="majorHAnsi" w:hAnsiTheme="majorHAnsi" w:cs="Arial"/>
          <w:b/>
          <w:bCs/>
          <w:sz w:val="16"/>
          <w:szCs w:val="16"/>
        </w:rPr>
        <w:t>: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 xml:space="preserve">  </w:t>
      </w:r>
      <w:r w:rsidR="00A6371A">
        <w:rPr>
          <w:rFonts w:asciiTheme="majorHAnsi" w:hAnsiTheme="majorHAnsi" w:cs="Arial"/>
          <w:b/>
          <w:bCs/>
          <w:sz w:val="16"/>
          <w:szCs w:val="16"/>
        </w:rPr>
        <w:t xml:space="preserve">          Ověřila pod 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 xml:space="preserve">číslem: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E36DFC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4D3777">
        <w:rPr>
          <w:rFonts w:asciiTheme="majorHAnsi" w:hAnsiTheme="majorHAnsi" w:cs="Arial"/>
          <w:b/>
          <w:bCs/>
          <w:sz w:val="16"/>
          <w:szCs w:val="16"/>
        </w:rPr>
        <w:t>08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>/2020</w:t>
      </w:r>
    </w:p>
    <w:p w:rsidR="00F67070" w:rsidRPr="00A6371A" w:rsidRDefault="00E52AA4" w:rsidP="00A6371A">
      <w:pPr>
        <w:rPr>
          <w:rStyle w:val="VrazncittChar"/>
          <w:rFonts w:asciiTheme="majorHAnsi" w:hAnsiTheme="majorHAnsi" w:cs="Arial"/>
          <w:b w:val="0"/>
          <w:iCs w:val="0"/>
          <w:sz w:val="16"/>
          <w:szCs w:val="16"/>
        </w:rPr>
      </w:pPr>
      <w:r>
        <w:rPr>
          <w:rFonts w:asciiTheme="majorHAnsi" w:hAnsiTheme="majorHAnsi" w:cs="Arial"/>
          <w:b/>
          <w:bCs/>
          <w:sz w:val="16"/>
          <w:szCs w:val="16"/>
        </w:rPr>
        <w:t xml:space="preserve">Věra Junková 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  <w:t xml:space="preserve">       </w:t>
      </w:r>
      <w:r w:rsidR="0009327F">
        <w:rPr>
          <w:rFonts w:asciiTheme="majorHAnsi" w:hAnsiTheme="majorHAnsi" w:cs="Arial"/>
          <w:b/>
          <w:bCs/>
          <w:sz w:val="16"/>
          <w:szCs w:val="16"/>
        </w:rPr>
        <w:t xml:space="preserve">         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 Ing. </w:t>
      </w:r>
      <w:r>
        <w:rPr>
          <w:rFonts w:asciiTheme="majorHAnsi" w:hAnsiTheme="majorHAnsi" w:cs="Arial"/>
          <w:b/>
          <w:bCs/>
          <w:sz w:val="16"/>
          <w:szCs w:val="16"/>
        </w:rPr>
        <w:t>Ludvíka Neumannová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br/>
      </w:r>
      <w:r w:rsidR="00F67070" w:rsidRPr="00D17BB7">
        <w:rPr>
          <w:rFonts w:asciiTheme="majorHAnsi" w:hAnsiTheme="majorHAnsi" w:cs="Arial"/>
          <w:b/>
          <w:bCs/>
          <w:sz w:val="16"/>
          <w:szCs w:val="16"/>
        </w:rPr>
        <w:t xml:space="preserve">v Praze dne: </w:t>
      </w:r>
      <w:r w:rsidR="00D17BB7">
        <w:rPr>
          <w:rFonts w:asciiTheme="majorHAnsi" w:hAnsiTheme="majorHAnsi" w:cs="Arial"/>
          <w:b/>
          <w:bCs/>
          <w:sz w:val="16"/>
          <w:szCs w:val="16"/>
        </w:rPr>
        <w:t>23</w:t>
      </w:r>
      <w:r w:rsidR="00F67070" w:rsidRPr="00D17BB7">
        <w:rPr>
          <w:rFonts w:asciiTheme="majorHAnsi" w:hAnsiTheme="majorHAnsi" w:cs="Arial"/>
          <w:b/>
          <w:bCs/>
          <w:sz w:val="16"/>
          <w:szCs w:val="16"/>
        </w:rPr>
        <w:t>.</w:t>
      </w:r>
      <w:r w:rsidRPr="00D17BB7">
        <w:rPr>
          <w:rFonts w:asciiTheme="majorHAnsi" w:hAnsiTheme="majorHAnsi" w:cs="Arial"/>
          <w:b/>
          <w:bCs/>
          <w:sz w:val="16"/>
          <w:szCs w:val="16"/>
        </w:rPr>
        <w:t>9</w:t>
      </w:r>
      <w:r w:rsidR="00F67070" w:rsidRPr="00D17BB7">
        <w:rPr>
          <w:rFonts w:asciiTheme="majorHAnsi" w:hAnsiTheme="majorHAnsi" w:cs="Arial"/>
          <w:b/>
          <w:bCs/>
          <w:sz w:val="16"/>
          <w:szCs w:val="16"/>
        </w:rPr>
        <w:t>. 20</w:t>
      </w:r>
      <w:bookmarkStart w:id="0" w:name="_GoBack"/>
      <w:bookmarkEnd w:id="0"/>
      <w:r w:rsidR="00F67070" w:rsidRPr="00D17BB7">
        <w:rPr>
          <w:rFonts w:asciiTheme="majorHAnsi" w:hAnsiTheme="majorHAnsi" w:cs="Arial"/>
          <w:b/>
          <w:bCs/>
          <w:sz w:val="16"/>
          <w:szCs w:val="16"/>
        </w:rPr>
        <w:t>20</w:t>
      </w:r>
      <w:r w:rsidR="00F67070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                       </w:t>
      </w:r>
      <w:r w:rsidR="0009327F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 </w:t>
      </w:r>
      <w:r w:rsidR="00294743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v </w:t>
      </w:r>
      <w:r w:rsidR="00F67070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Praze dne: </w:t>
      </w:r>
      <w:r w:rsidR="0009327F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>2</w:t>
      </w:r>
      <w:r w:rsidR="00A6371A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>8</w:t>
      </w:r>
      <w:r w:rsidR="00F67070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. </w:t>
      </w:r>
      <w:r w:rsidR="0009327F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>8</w:t>
      </w:r>
      <w:r w:rsidR="00F67070" w:rsidRPr="00E52AA4">
        <w:rPr>
          <w:rFonts w:asciiTheme="majorHAnsi" w:hAnsiTheme="majorHAnsi" w:cs="Arial"/>
          <w:b/>
          <w:bCs/>
          <w:color w:val="FF0000"/>
          <w:sz w:val="16"/>
          <w:szCs w:val="16"/>
        </w:rPr>
        <w:t xml:space="preserve">. 2020                                </w:t>
      </w:r>
      <w:r w:rsidR="00F7575C"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50134" wp14:editId="421C15E3">
                <wp:simplePos x="0" y="0"/>
                <wp:positionH relativeFrom="column">
                  <wp:posOffset>3629660</wp:posOffset>
                </wp:positionH>
                <wp:positionV relativeFrom="paragraph">
                  <wp:posOffset>916829</wp:posOffset>
                </wp:positionV>
                <wp:extent cx="2015490" cy="639445"/>
                <wp:effectExtent l="0" t="0" r="0" b="825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070" w:rsidRPr="00F67070" w:rsidRDefault="00F67070" w:rsidP="00F67070">
                            <w:pP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Náležitostmi a přesn</w:t>
                            </w:r>
                            <w:r w:rsidR="004D3777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ostí odpovídá právním předpisům.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5013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85.8pt;margin-top:72.2pt;width:158.7pt;height:5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" filled="f" stroked="f">
                <v:textbox>
                  <w:txbxContent>
                    <w:p w:rsidR="00F67070" w:rsidRPr="00F67070" w:rsidRDefault="00F67070" w:rsidP="00F67070">
                      <w:pP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Náležitostmi a přesn</w:t>
                      </w:r>
                      <w:r w:rsidR="004D3777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ostí odpovídá právním předpisům.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7070" w:rsidRPr="00A6371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272" w:rsidRDefault="00185272" w:rsidP="00962258">
      <w:pPr>
        <w:spacing w:after="0" w:line="240" w:lineRule="auto"/>
      </w:pPr>
      <w:r>
        <w:separator/>
      </w:r>
    </w:p>
  </w:endnote>
  <w:endnote w:type="continuationSeparator" w:id="0">
    <w:p w:rsidR="00185272" w:rsidRDefault="001852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B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B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B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B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 Praha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3F2633D4" wp14:editId="379F2076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272" w:rsidRDefault="00185272" w:rsidP="00962258">
      <w:pPr>
        <w:spacing w:after="0" w:line="240" w:lineRule="auto"/>
      </w:pPr>
      <w:r>
        <w:separator/>
      </w:r>
    </w:p>
  </w:footnote>
  <w:footnote w:type="continuationSeparator" w:id="0">
    <w:p w:rsidR="00185272" w:rsidRDefault="001852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26C6F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D006D"/>
    <w:multiLevelType w:val="hybridMultilevel"/>
    <w:tmpl w:val="7D2A23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34A5C"/>
    <w:rsid w:val="00072C1E"/>
    <w:rsid w:val="0009327F"/>
    <w:rsid w:val="000A006A"/>
    <w:rsid w:val="000B00E9"/>
    <w:rsid w:val="000B7907"/>
    <w:rsid w:val="000C0429"/>
    <w:rsid w:val="000E2204"/>
    <w:rsid w:val="00114472"/>
    <w:rsid w:val="00144111"/>
    <w:rsid w:val="00170EC5"/>
    <w:rsid w:val="001747C1"/>
    <w:rsid w:val="00185272"/>
    <w:rsid w:val="0018596A"/>
    <w:rsid w:val="001951AB"/>
    <w:rsid w:val="001B59F3"/>
    <w:rsid w:val="001C4DA0"/>
    <w:rsid w:val="001F43D2"/>
    <w:rsid w:val="00201AB4"/>
    <w:rsid w:val="00207DF5"/>
    <w:rsid w:val="002450E2"/>
    <w:rsid w:val="002657BA"/>
    <w:rsid w:val="0026785D"/>
    <w:rsid w:val="0028425C"/>
    <w:rsid w:val="00294743"/>
    <w:rsid w:val="002C31BF"/>
    <w:rsid w:val="002E0CD7"/>
    <w:rsid w:val="002F026B"/>
    <w:rsid w:val="00357BC6"/>
    <w:rsid w:val="0037179F"/>
    <w:rsid w:val="00385C78"/>
    <w:rsid w:val="003956C6"/>
    <w:rsid w:val="003E75CE"/>
    <w:rsid w:val="00412F26"/>
    <w:rsid w:val="0041380F"/>
    <w:rsid w:val="0044765E"/>
    <w:rsid w:val="00450F07"/>
    <w:rsid w:val="00453CD3"/>
    <w:rsid w:val="00455BC7"/>
    <w:rsid w:val="00456B17"/>
    <w:rsid w:val="00460660"/>
    <w:rsid w:val="00460CCB"/>
    <w:rsid w:val="00477370"/>
    <w:rsid w:val="0048598B"/>
    <w:rsid w:val="00486107"/>
    <w:rsid w:val="00491827"/>
    <w:rsid w:val="004926B0"/>
    <w:rsid w:val="004A7C69"/>
    <w:rsid w:val="004C2E83"/>
    <w:rsid w:val="004C4399"/>
    <w:rsid w:val="004C69ED"/>
    <w:rsid w:val="004C787C"/>
    <w:rsid w:val="004D3777"/>
    <w:rsid w:val="004E0BC8"/>
    <w:rsid w:val="004F4B9B"/>
    <w:rsid w:val="00511AB9"/>
    <w:rsid w:val="00514692"/>
    <w:rsid w:val="00523EA7"/>
    <w:rsid w:val="00534BE5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5C3BF2"/>
    <w:rsid w:val="005E32CE"/>
    <w:rsid w:val="005E7656"/>
    <w:rsid w:val="0061068E"/>
    <w:rsid w:val="006349F4"/>
    <w:rsid w:val="00644CFA"/>
    <w:rsid w:val="00660AD3"/>
    <w:rsid w:val="00681FAC"/>
    <w:rsid w:val="006A5570"/>
    <w:rsid w:val="006A689C"/>
    <w:rsid w:val="006B3D79"/>
    <w:rsid w:val="006E0578"/>
    <w:rsid w:val="006E314D"/>
    <w:rsid w:val="006F09B1"/>
    <w:rsid w:val="00710723"/>
    <w:rsid w:val="007220DE"/>
    <w:rsid w:val="00723ED1"/>
    <w:rsid w:val="00724A52"/>
    <w:rsid w:val="0072528D"/>
    <w:rsid w:val="00743525"/>
    <w:rsid w:val="00762391"/>
    <w:rsid w:val="0076286B"/>
    <w:rsid w:val="00764595"/>
    <w:rsid w:val="00766846"/>
    <w:rsid w:val="0077673A"/>
    <w:rsid w:val="0078419A"/>
    <w:rsid w:val="007846E1"/>
    <w:rsid w:val="00791366"/>
    <w:rsid w:val="007B3A48"/>
    <w:rsid w:val="007B570C"/>
    <w:rsid w:val="007E4A6E"/>
    <w:rsid w:val="007F56A7"/>
    <w:rsid w:val="00807DD0"/>
    <w:rsid w:val="00813F11"/>
    <w:rsid w:val="00827512"/>
    <w:rsid w:val="008875C1"/>
    <w:rsid w:val="00896760"/>
    <w:rsid w:val="008A3568"/>
    <w:rsid w:val="008D03B9"/>
    <w:rsid w:val="008D044D"/>
    <w:rsid w:val="008E236D"/>
    <w:rsid w:val="008E3BD2"/>
    <w:rsid w:val="008F18D6"/>
    <w:rsid w:val="00904780"/>
    <w:rsid w:val="009059F3"/>
    <w:rsid w:val="009113A8"/>
    <w:rsid w:val="00917E75"/>
    <w:rsid w:val="00922385"/>
    <w:rsid w:val="009223DF"/>
    <w:rsid w:val="00936091"/>
    <w:rsid w:val="00940D8A"/>
    <w:rsid w:val="009547FE"/>
    <w:rsid w:val="00957F56"/>
    <w:rsid w:val="00962258"/>
    <w:rsid w:val="009678B7"/>
    <w:rsid w:val="0097142F"/>
    <w:rsid w:val="00982411"/>
    <w:rsid w:val="00992D9C"/>
    <w:rsid w:val="00996CB8"/>
    <w:rsid w:val="009A7568"/>
    <w:rsid w:val="009B2E97"/>
    <w:rsid w:val="009B72CC"/>
    <w:rsid w:val="009E07F4"/>
    <w:rsid w:val="009F0C63"/>
    <w:rsid w:val="009F392E"/>
    <w:rsid w:val="00A425E8"/>
    <w:rsid w:val="00A44328"/>
    <w:rsid w:val="00A6177B"/>
    <w:rsid w:val="00A6371A"/>
    <w:rsid w:val="00A63925"/>
    <w:rsid w:val="00A66136"/>
    <w:rsid w:val="00AA4CBB"/>
    <w:rsid w:val="00AA65FA"/>
    <w:rsid w:val="00AA7351"/>
    <w:rsid w:val="00AB415C"/>
    <w:rsid w:val="00AD056F"/>
    <w:rsid w:val="00AD6731"/>
    <w:rsid w:val="00AF677D"/>
    <w:rsid w:val="00B15D0D"/>
    <w:rsid w:val="00B45E34"/>
    <w:rsid w:val="00B45E9E"/>
    <w:rsid w:val="00B55F9C"/>
    <w:rsid w:val="00B75EE1"/>
    <w:rsid w:val="00B77481"/>
    <w:rsid w:val="00B8518B"/>
    <w:rsid w:val="00BB2267"/>
    <w:rsid w:val="00BB3740"/>
    <w:rsid w:val="00BD7E91"/>
    <w:rsid w:val="00BF374D"/>
    <w:rsid w:val="00BF44BE"/>
    <w:rsid w:val="00C02D0A"/>
    <w:rsid w:val="00C03A6E"/>
    <w:rsid w:val="00C2735E"/>
    <w:rsid w:val="00C30759"/>
    <w:rsid w:val="00C44F6A"/>
    <w:rsid w:val="00C4657B"/>
    <w:rsid w:val="00C64A8D"/>
    <w:rsid w:val="00C76361"/>
    <w:rsid w:val="00C8207D"/>
    <w:rsid w:val="00C873F2"/>
    <w:rsid w:val="00CD1FC4"/>
    <w:rsid w:val="00CE3013"/>
    <w:rsid w:val="00CE371D"/>
    <w:rsid w:val="00CE6B64"/>
    <w:rsid w:val="00D01A29"/>
    <w:rsid w:val="00D02A4D"/>
    <w:rsid w:val="00D17BB7"/>
    <w:rsid w:val="00D21061"/>
    <w:rsid w:val="00D21BC4"/>
    <w:rsid w:val="00D26C6F"/>
    <w:rsid w:val="00D316A7"/>
    <w:rsid w:val="00D4108E"/>
    <w:rsid w:val="00D415FF"/>
    <w:rsid w:val="00D5646A"/>
    <w:rsid w:val="00D6163D"/>
    <w:rsid w:val="00D831A3"/>
    <w:rsid w:val="00DA6FFE"/>
    <w:rsid w:val="00DC3110"/>
    <w:rsid w:val="00DC4D2E"/>
    <w:rsid w:val="00DD46F3"/>
    <w:rsid w:val="00DD58A6"/>
    <w:rsid w:val="00DE56F2"/>
    <w:rsid w:val="00DF116D"/>
    <w:rsid w:val="00E20CAD"/>
    <w:rsid w:val="00E270ED"/>
    <w:rsid w:val="00E36DFC"/>
    <w:rsid w:val="00E52AA4"/>
    <w:rsid w:val="00E824F1"/>
    <w:rsid w:val="00EB104F"/>
    <w:rsid w:val="00EC795B"/>
    <w:rsid w:val="00ED14BD"/>
    <w:rsid w:val="00ED36D7"/>
    <w:rsid w:val="00F00643"/>
    <w:rsid w:val="00F01440"/>
    <w:rsid w:val="00F12DEC"/>
    <w:rsid w:val="00F1715C"/>
    <w:rsid w:val="00F310F8"/>
    <w:rsid w:val="00F3378D"/>
    <w:rsid w:val="00F35939"/>
    <w:rsid w:val="00F45607"/>
    <w:rsid w:val="00F64786"/>
    <w:rsid w:val="00F659EB"/>
    <w:rsid w:val="00F67070"/>
    <w:rsid w:val="00F7575C"/>
    <w:rsid w:val="00F862D6"/>
    <w:rsid w:val="00F86BA6"/>
    <w:rsid w:val="00FC0EB1"/>
    <w:rsid w:val="00FC6389"/>
    <w:rsid w:val="00FD2F51"/>
    <w:rsid w:val="00FE23C3"/>
    <w:rsid w:val="00FF109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8DF1A"/>
  <w14:defaultImageDpi w14:val="32767"/>
  <w15:docId w15:val="{C97D9BD2-5496-4D9A-9ACE-6A75481D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04BB475-E772-432F-AAB4-A4427C43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277</TotalTime>
  <Pages>1</Pages>
  <Words>535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Junková Věra</cp:lastModifiedBy>
  <cp:revision>28</cp:revision>
  <cp:lastPrinted>2020-03-13T11:26:00Z</cp:lastPrinted>
  <dcterms:created xsi:type="dcterms:W3CDTF">2020-02-11T09:28:00Z</dcterms:created>
  <dcterms:modified xsi:type="dcterms:W3CDTF">2020-09-23T06:50:00Z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